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  <w:bookmarkStart w:id="0" w:name="_GoBack"/>
      <w:bookmarkEnd w:id="0"/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68033A" w:rsidRDefault="00B20EE6" w:rsidP="00B20EE6">
      <w:pPr>
        <w:spacing w:before="240" w:after="0"/>
      </w:pPr>
      <w:r w:rsidRPr="0068033A">
        <w:t xml:space="preserve">který podává nabídku na sektorovou veřejnou zakázku s názvem </w:t>
      </w:r>
      <w:bookmarkStart w:id="1" w:name="_Toc403053768"/>
      <w:r w:rsidRPr="0068033A">
        <w:rPr>
          <w:b/>
        </w:rPr>
        <w:t>„</w:t>
      </w:r>
      <w:bookmarkEnd w:id="1"/>
      <w:r w:rsidR="0068033A" w:rsidRPr="0068033A">
        <w:rPr>
          <w:rFonts w:cs="Arial"/>
          <w:b/>
        </w:rPr>
        <w:t>Oprava zabezpečovacího zařízení v žst. Lužná u Rakovníka - vypracování projektové dokumentace</w:t>
      </w:r>
      <w:r w:rsidRPr="0068033A">
        <w:rPr>
          <w:b/>
        </w:rPr>
        <w:t>“</w:t>
      </w:r>
      <w:r w:rsidRPr="0068033A">
        <w:t xml:space="preserve">, </w:t>
      </w:r>
      <w:r w:rsidR="0068033A" w:rsidRPr="0068033A">
        <w:t xml:space="preserve">č.j. </w:t>
      </w:r>
      <w:r w:rsidRPr="0068033A">
        <w:t xml:space="preserve"> </w:t>
      </w:r>
      <w:r w:rsidR="0068033A" w:rsidRPr="0068033A">
        <w:t xml:space="preserve">1994/2021-SŽ-OŘ PHA-OVZ </w:t>
      </w:r>
      <w:r w:rsidRPr="0068033A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E6F3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E5D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3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3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AF70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37F61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033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A8F768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2C9165-233B-40CE-A043-1BEFE337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7</cp:revision>
  <cp:lastPrinted>2017-11-28T17:18:00Z</cp:lastPrinted>
  <dcterms:created xsi:type="dcterms:W3CDTF">2020-01-20T15:05:00Z</dcterms:created>
  <dcterms:modified xsi:type="dcterms:W3CDTF">2021-01-19T11:29:00Z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